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30139B98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>
        <w:rPr>
          <w:szCs w:val="22"/>
          <w:highlight w:val="yellow"/>
        </w:rPr>
        <w:t>X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r w:rsidR="00A9214E">
        <w:rPr>
          <w:rStyle w:val="Zvraznn"/>
          <w:highlight w:val="yellow"/>
        </w:rPr>
        <w:t>11</w:t>
      </w:r>
      <w:r w:rsidR="00A8346D" w:rsidRPr="00BF598F">
        <w:rPr>
          <w:rStyle w:val="Zvraznn"/>
          <w:highlight w:val="yellow"/>
        </w:rPr>
        <w:t xml:space="preserve">.2. a </w:t>
      </w:r>
      <w:r w:rsidR="00A9214E">
        <w:rPr>
          <w:rStyle w:val="Zvraznn"/>
          <w:highlight w:val="yellow"/>
        </w:rPr>
        <w:t>11</w:t>
      </w:r>
      <w:r w:rsidRPr="00BF598F">
        <w:rPr>
          <w:rStyle w:val="Zvraznn"/>
          <w:highlight w:val="yellow"/>
        </w:rPr>
        <w:t>.3</w:t>
      </w:r>
      <w:r w:rsidRPr="00BF598F">
        <w:rPr>
          <w:rStyle w:val="Zvraznn"/>
        </w:rPr>
        <w:t xml:space="preserve">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06205B5D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D80E6B">
        <w:rPr>
          <w:rFonts w:eastAsia="Times New Roman" w:cs="Times New Roman"/>
          <w:lang w:eastAsia="cs-CZ"/>
        </w:rPr>
        <w:t>podlimit</w:t>
      </w:r>
      <w:r w:rsidR="00D80E6B" w:rsidRPr="00D80E6B">
        <w:rPr>
          <w:rFonts w:eastAsia="Times New Roman" w:cs="Times New Roman"/>
          <w:lang w:eastAsia="cs-CZ"/>
        </w:rPr>
        <w:t xml:space="preserve">ní sektorovou veřejnou zakázku </w:t>
      </w:r>
      <w:r>
        <w:rPr>
          <w:rFonts w:eastAsia="Times New Roman" w:cs="Times New Roman"/>
          <w:lang w:eastAsia="cs-CZ"/>
        </w:rPr>
        <w:t xml:space="preserve">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2F7050" w:rsidRPr="00536BC6">
        <w:rPr>
          <w:rFonts w:ascii="Verdana" w:eastAsia="Calibri" w:hAnsi="Verdana"/>
          <w:b/>
        </w:rPr>
        <w:t>Sada lokátorů pro lokalizaci kabelů a jejich poruch s příslušenstvím</w:t>
      </w:r>
      <w:r w:rsidR="002F7050" w:rsidRPr="00B710A7">
        <w:rPr>
          <w:rFonts w:ascii="Verdana" w:eastAsia="Calibri" w:hAnsi="Verdana"/>
          <w:b/>
        </w:rPr>
        <w:t xml:space="preserve"> a</w:t>
      </w:r>
      <w:r w:rsidR="002F7050">
        <w:rPr>
          <w:rFonts w:ascii="Verdana" w:eastAsia="Calibri" w:hAnsi="Verdana"/>
          <w:b/>
        </w:rPr>
        <w:t xml:space="preserve"> S</w:t>
      </w:r>
      <w:r w:rsidR="002F7050" w:rsidRPr="00536BC6">
        <w:rPr>
          <w:rFonts w:ascii="Verdana" w:eastAsia="Calibri" w:hAnsi="Verdana"/>
          <w:b/>
        </w:rPr>
        <w:t xml:space="preserve">ada inspekčních kamer pro kontrolu průchodnosti chrániček a </w:t>
      </w:r>
      <w:proofErr w:type="spellStart"/>
      <w:r w:rsidR="002F7050" w:rsidRPr="00536BC6">
        <w:rPr>
          <w:rFonts w:ascii="Verdana" w:eastAsia="Calibri" w:hAnsi="Verdana"/>
          <w:b/>
        </w:rPr>
        <w:t>kabelovodů</w:t>
      </w:r>
      <w:proofErr w:type="spellEnd"/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703918CC" w:rsidR="00AC2CF0" w:rsidRPr="00BF598F" w:rsidRDefault="00D45C59" w:rsidP="00821BA3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>Obchodní tajemství či jiné informace dle § 3 odst</w:t>
            </w:r>
            <w:r w:rsidR="00821BA3">
              <w:rPr>
                <w:rStyle w:val="Siln"/>
                <w:rFonts w:asciiTheme="majorHAnsi" w:hAnsiTheme="majorHAnsi" w:cs="Arial"/>
              </w:rPr>
              <w:t>.</w:t>
            </w:r>
            <w:bookmarkStart w:id="1" w:name="_GoBack"/>
            <w:bookmarkEnd w:id="1"/>
            <w:r w:rsidRPr="00BF598F">
              <w:rPr>
                <w:rStyle w:val="Siln"/>
                <w:rFonts w:asciiTheme="majorHAnsi" w:hAnsiTheme="majorHAnsi" w:cs="Arial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B1D12C" w14:textId="77777777" w:rsidR="00D40282" w:rsidRDefault="00D40282" w:rsidP="00962258">
      <w:pPr>
        <w:spacing w:after="0" w:line="240" w:lineRule="auto"/>
      </w:pPr>
      <w:r>
        <w:separator/>
      </w:r>
    </w:p>
  </w:endnote>
  <w:endnote w:type="continuationSeparator" w:id="0">
    <w:p w14:paraId="1D2E0576" w14:textId="77777777" w:rsidR="00D40282" w:rsidRDefault="00D4028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0EFEE653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21BA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21BA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48D7EAC1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21BA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21BA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8EB93D" w14:textId="77777777" w:rsidR="00D40282" w:rsidRDefault="00D40282" w:rsidP="00962258">
      <w:pPr>
        <w:spacing w:after="0" w:line="240" w:lineRule="auto"/>
      </w:pPr>
      <w:r>
        <w:separator/>
      </w:r>
    </w:p>
  </w:footnote>
  <w:footnote w:type="continuationSeparator" w:id="0">
    <w:p w14:paraId="6D988AAF" w14:textId="77777777" w:rsidR="00D40282" w:rsidRDefault="00D4028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668ED"/>
    <w:rsid w:val="0026795D"/>
    <w:rsid w:val="00280E07"/>
    <w:rsid w:val="002811DF"/>
    <w:rsid w:val="002C31BF"/>
    <w:rsid w:val="002D08B1"/>
    <w:rsid w:val="002E0CD7"/>
    <w:rsid w:val="002F7050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BA3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21061"/>
    <w:rsid w:val="00D40282"/>
    <w:rsid w:val="00D4108E"/>
    <w:rsid w:val="00D45C59"/>
    <w:rsid w:val="00D6163D"/>
    <w:rsid w:val="00D73D46"/>
    <w:rsid w:val="00D80E6B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1D309D"/>
    <w:rsid w:val="0049171C"/>
    <w:rsid w:val="00710200"/>
    <w:rsid w:val="0087094D"/>
    <w:rsid w:val="0094192E"/>
    <w:rsid w:val="00B72819"/>
    <w:rsid w:val="00BE31C7"/>
    <w:rsid w:val="00C601C7"/>
    <w:rsid w:val="00C66AB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5566E6-E268-4AB3-8DB0-8AE8D6D82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28</TotalTime>
  <Pages>2</Pages>
  <Words>479</Words>
  <Characters>2832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Gregorová Elena, Ing.</cp:lastModifiedBy>
  <cp:revision>12</cp:revision>
  <cp:lastPrinted>2017-11-28T17:18:00Z</cp:lastPrinted>
  <dcterms:created xsi:type="dcterms:W3CDTF">2023-02-27T12:40:00Z</dcterms:created>
  <dcterms:modified xsi:type="dcterms:W3CDTF">2024-04-05T06:00:00Z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